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20" w:lineRule="exact"/>
        <w:ind w:left="3339" w:right="4013"/>
        <w:jc w:val="center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position w:val="1"/>
        </w:rPr>
        <w:t>A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NEXO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3</w:t>
      </w:r>
      <w:r>
        <w:rPr>
          <w:rFonts w:ascii="Calibri" w:hAnsi="Calibri" w:cs="Calibri" w:eastAsia="Calibri"/>
          <w:sz w:val="36"/>
          <w:szCs w:val="3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360" w:right="2985"/>
        <w:jc w:val="center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b/>
          <w:bCs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C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ON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  <w:t>O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  <w:t>G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36"/>
          <w:szCs w:val="36"/>
          <w:spacing w:val="2"/>
          <w:w w:val="100"/>
          <w:b/>
          <w:bCs/>
          <w:u w:val="thick" w:color="000000"/>
        </w:rPr>
        <w:t>M</w:t>
      </w:r>
      <w:r>
        <w:rPr>
          <w:rFonts w:ascii="Calibri" w:hAnsi="Calibri" w:cs="Calibri" w:eastAsia="Calibri"/>
          <w:sz w:val="36"/>
          <w:szCs w:val="36"/>
          <w:spacing w:val="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FISICO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</w:rPr>
      </w:r>
    </w:p>
    <w:sectPr>
      <w:type w:val="continuous"/>
      <w:pgSz w:w="12240" w:h="15840"/>
      <w:pgMar w:top="148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STARLING BORGATTI</dc:creator>
  <dcterms:created xsi:type="dcterms:W3CDTF">2012-04-03T08:02:32Z</dcterms:created>
  <dcterms:modified xsi:type="dcterms:W3CDTF">2012-04-03T08:02:32Z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2011-12-20T00:00:00Z</vt:filetime>
  </property>
  <property fmtid="{D5CDD505-2E9C-101B-9397-08002B2CF9AE}" pid="3" name="LastSaved">
    <vt:filetime>2012-04-03T00:00:00Z</vt:filetime>
  </property>
</Properties>
</file>